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0D181" w14:textId="02DE894F" w:rsidR="00175BD1" w:rsidRPr="00A810EC" w:rsidRDefault="00175BD1" w:rsidP="00175BD1">
      <w:pPr>
        <w:spacing w:line="276" w:lineRule="auto"/>
        <w:ind w:firstLine="720"/>
        <w:contextualSpacing/>
        <w:jc w:val="center"/>
        <w:rPr>
          <w:b/>
          <w:color w:val="FF0000"/>
          <w:sz w:val="28"/>
          <w:szCs w:val="28"/>
        </w:rPr>
      </w:pPr>
      <w:r w:rsidRPr="00A810EC">
        <w:rPr>
          <w:color w:val="FF0000"/>
          <w:sz w:val="28"/>
          <w:szCs w:val="28"/>
        </w:rPr>
        <w:t xml:space="preserve">Инструкция действий по сигналу </w:t>
      </w:r>
      <w:r w:rsidRPr="00A810EC">
        <w:rPr>
          <w:b/>
          <w:color w:val="FF0000"/>
          <w:sz w:val="28"/>
          <w:szCs w:val="28"/>
        </w:rPr>
        <w:t>«ВНИМАНИЕ ВСЕМ!»</w:t>
      </w:r>
    </w:p>
    <w:p w14:paraId="2E464BE1" w14:textId="77777777" w:rsidR="00175BD1" w:rsidRPr="00175BD1" w:rsidRDefault="00175BD1" w:rsidP="00175BD1">
      <w:pPr>
        <w:spacing w:line="276" w:lineRule="auto"/>
        <w:ind w:firstLine="720"/>
        <w:contextualSpacing/>
        <w:jc w:val="center"/>
        <w:rPr>
          <w:b/>
          <w:sz w:val="28"/>
          <w:szCs w:val="28"/>
        </w:rPr>
      </w:pPr>
    </w:p>
    <w:p w14:paraId="224FABE7" w14:textId="473249DC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объявления </w:t>
      </w:r>
      <w:r w:rsidR="005A7BF9">
        <w:rPr>
          <w:sz w:val="28"/>
          <w:szCs w:val="28"/>
        </w:rPr>
        <w:t xml:space="preserve">сигнала гражданской обороны </w:t>
      </w:r>
      <w:r w:rsidRPr="00A810EC">
        <w:rPr>
          <w:b/>
          <w:color w:val="FF0000"/>
          <w:sz w:val="28"/>
          <w:szCs w:val="28"/>
        </w:rPr>
        <w:t>«ВНИМАНИЕ ВСЕМ!»</w:t>
      </w:r>
      <w:r w:rsidRPr="00A810EC">
        <w:rPr>
          <w:color w:val="FF0000"/>
          <w:sz w:val="28"/>
          <w:szCs w:val="28"/>
        </w:rPr>
        <w:t xml:space="preserve"> </w:t>
      </w:r>
      <w:r w:rsidRPr="00774153">
        <w:rPr>
          <w:sz w:val="28"/>
          <w:szCs w:val="28"/>
        </w:rPr>
        <w:t xml:space="preserve">с </w:t>
      </w:r>
      <w:r>
        <w:rPr>
          <w:sz w:val="28"/>
          <w:szCs w:val="28"/>
        </w:rPr>
        <w:t>информацией о воздушной тревоге необходимо предпринять следующие действия:</w:t>
      </w:r>
    </w:p>
    <w:p w14:paraId="10309E3C" w14:textId="0B975A74" w:rsidR="00774153" w:rsidRPr="00A810EC" w:rsidRDefault="00774153" w:rsidP="00774153">
      <w:pPr>
        <w:spacing w:line="276" w:lineRule="auto"/>
        <w:ind w:firstLine="720"/>
        <w:contextualSpacing/>
        <w:jc w:val="both"/>
        <w:rPr>
          <w:color w:val="FF0000"/>
          <w:sz w:val="28"/>
          <w:szCs w:val="28"/>
        </w:rPr>
      </w:pPr>
      <w:r w:rsidRPr="00A810EC">
        <w:rPr>
          <w:b/>
          <w:color w:val="FF0000"/>
          <w:sz w:val="28"/>
          <w:szCs w:val="28"/>
        </w:rPr>
        <w:t>1. При нахождении на работе или в учебном учреждении</w:t>
      </w:r>
      <w:r w:rsidR="004E792B" w:rsidRPr="00A810EC">
        <w:rPr>
          <w:b/>
          <w:color w:val="FF0000"/>
          <w:sz w:val="28"/>
          <w:szCs w:val="28"/>
        </w:rPr>
        <w:t xml:space="preserve"> необходимо</w:t>
      </w:r>
    </w:p>
    <w:p w14:paraId="25C8F8D9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выполнить мероприятия, предусмотренные на этот случай инструкцией, разработанной для данной организации (прекратить работу или занятия); </w:t>
      </w:r>
    </w:p>
    <w:p w14:paraId="4411A8DA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отключить наружное и внутреннее освещение, за исключением светильников маскировочного освещения; </w:t>
      </w:r>
    </w:p>
    <w:p w14:paraId="0FCA1D7A" w14:textId="46E2A9CB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взять средства индивидуальной защиты </w:t>
      </w:r>
      <w:r w:rsidR="00B96E79">
        <w:rPr>
          <w:sz w:val="28"/>
          <w:szCs w:val="28"/>
        </w:rPr>
        <w:t xml:space="preserve">(например </w:t>
      </w:r>
      <w:r w:rsidRPr="00774153">
        <w:rPr>
          <w:sz w:val="28"/>
          <w:szCs w:val="28"/>
        </w:rPr>
        <w:t>противогаз</w:t>
      </w:r>
      <w:r w:rsidR="00B96E79">
        <w:rPr>
          <w:sz w:val="28"/>
          <w:szCs w:val="28"/>
        </w:rPr>
        <w:t>)</w:t>
      </w:r>
      <w:r w:rsidRPr="00774153">
        <w:rPr>
          <w:sz w:val="28"/>
          <w:szCs w:val="28"/>
        </w:rPr>
        <w:t xml:space="preserve">; </w:t>
      </w:r>
    </w:p>
    <w:p w14:paraId="5254AEEA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как можно быстрее занять место в укрытии (подвальные помещения жилых или административных зданий). </w:t>
      </w:r>
    </w:p>
    <w:p w14:paraId="277B10D6" w14:textId="27DB2B6F" w:rsidR="00774153" w:rsidRPr="00A810EC" w:rsidRDefault="00774153" w:rsidP="00774153">
      <w:pPr>
        <w:spacing w:line="276" w:lineRule="auto"/>
        <w:ind w:firstLine="720"/>
        <w:contextualSpacing/>
        <w:jc w:val="both"/>
        <w:rPr>
          <w:color w:val="FF0000"/>
          <w:sz w:val="28"/>
          <w:szCs w:val="28"/>
        </w:rPr>
      </w:pPr>
      <w:r w:rsidRPr="00A810EC">
        <w:rPr>
          <w:b/>
          <w:color w:val="FF0000"/>
          <w:sz w:val="28"/>
          <w:szCs w:val="28"/>
        </w:rPr>
        <w:t>2. При нахождении в общественном месте или на улице необходимо</w:t>
      </w:r>
    </w:p>
    <w:p w14:paraId="6E6A4472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внимательно выслушать сообщение, передаваемое по стационарным или передвижным громкоговорящим установкам о местонахождении ближайшего укрытия и поспешить туда; </w:t>
      </w:r>
    </w:p>
    <w:p w14:paraId="4DBF64FA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водители всех транспортных средств обязаны немедленно остановиться, открыть двери, отключить транспортное средство от источников электропитания и поспешить в ближайшее укрытие. </w:t>
      </w:r>
    </w:p>
    <w:p w14:paraId="42EF585C" w14:textId="25669915" w:rsidR="00774153" w:rsidRPr="00A810EC" w:rsidRDefault="00774153" w:rsidP="00774153">
      <w:pPr>
        <w:spacing w:line="276" w:lineRule="auto"/>
        <w:ind w:firstLine="720"/>
        <w:contextualSpacing/>
        <w:jc w:val="both"/>
        <w:rPr>
          <w:color w:val="FF0000"/>
          <w:sz w:val="28"/>
          <w:szCs w:val="28"/>
        </w:rPr>
      </w:pPr>
      <w:r w:rsidRPr="00A810EC">
        <w:rPr>
          <w:b/>
          <w:color w:val="FF0000"/>
          <w:sz w:val="28"/>
          <w:szCs w:val="28"/>
        </w:rPr>
        <w:t>3. Если сигнал застал вас дома, необходимо</w:t>
      </w:r>
    </w:p>
    <w:p w14:paraId="546F4D44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перекрыть газ, воду, отключить электричество; </w:t>
      </w:r>
    </w:p>
    <w:p w14:paraId="49D6AA8B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плотно закрыть окна, двери, вентиляционные и другие отверстия; </w:t>
      </w:r>
    </w:p>
    <w:p w14:paraId="44340283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взять с собой документы, деньги, «тревожный чемоданчик» – аптечка первой помощи и необходимые (индивидуальные) для Вас лекарства; </w:t>
      </w:r>
    </w:p>
    <w:p w14:paraId="793613E6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фонарик и запас батареек, спички, газовые зажигалки, перочинный (универсальный) нож, нитки, иголки, ножницы и т.п., </w:t>
      </w:r>
      <w:r w:rsidRPr="00774153">
        <w:rPr>
          <w:sz w:val="28"/>
          <w:szCs w:val="28"/>
        </w:rPr>
        <w:t xml:space="preserve">средства связи, с зарядными устройствами и сменными элементами питания; </w:t>
      </w:r>
    </w:p>
    <w:p w14:paraId="4AEFF143" w14:textId="63C92680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взять с собой запас воды и запас продуктов на </w:t>
      </w:r>
      <w:r w:rsidR="000C44EF">
        <w:rPr>
          <w:sz w:val="28"/>
          <w:szCs w:val="28"/>
        </w:rPr>
        <w:t>сутки</w:t>
      </w:r>
      <w:r w:rsidRPr="00774153">
        <w:rPr>
          <w:sz w:val="28"/>
          <w:szCs w:val="28"/>
        </w:rPr>
        <w:t xml:space="preserve">; одноразовую посуду; средства личной гигиены; </w:t>
      </w:r>
    </w:p>
    <w:p w14:paraId="52AB0A96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>- одеть детей, взять с собой теплые и сменное белье (нижнее белье и носки), в зав</w:t>
      </w:r>
      <w:r>
        <w:rPr>
          <w:sz w:val="28"/>
          <w:szCs w:val="28"/>
        </w:rPr>
        <w:t xml:space="preserve">исимости от погодных условий; </w:t>
      </w:r>
    </w:p>
    <w:p w14:paraId="5ABD84EB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взять средства индивидуальной защиты (противогаз, респиратор, средства защиты кожи или приспособленную для защиты кожи одежду, обувь, перчатки); - предупредить соседей, вдруг они не услышали сигнал; </w:t>
      </w:r>
    </w:p>
    <w:p w14:paraId="470EEF39" w14:textId="77777777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 xml:space="preserve">- оказать помощь больным, детям, инвалидам, престарелым; </w:t>
      </w:r>
    </w:p>
    <w:p w14:paraId="7E128033" w14:textId="33A11E2A" w:rsidR="00774153" w:rsidRDefault="00774153" w:rsidP="00774153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774153">
        <w:rPr>
          <w:sz w:val="28"/>
          <w:szCs w:val="28"/>
        </w:rPr>
        <w:t>- укрыться в подвальном помещении своего дома, при отсутствии подвала укрыться в ближайшем подвале жилого или административного здания и находиться там до сигнала об отбое воздушной тревоги.</w:t>
      </w:r>
    </w:p>
    <w:p w14:paraId="32EA3A97" w14:textId="4A27AA9B" w:rsidR="00CD19E0" w:rsidRPr="00161ADF" w:rsidRDefault="00CD19E0" w:rsidP="00F22455"/>
    <w:sectPr w:rsidR="00CD19E0" w:rsidRPr="00161ADF" w:rsidSect="00757474">
      <w:pgSz w:w="11907" w:h="16840"/>
      <w:pgMar w:top="1134" w:right="567" w:bottom="1134" w:left="1134" w:header="567" w:footer="567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B5FB8" w14:textId="77777777" w:rsidR="00BE651C" w:rsidRDefault="00BE651C" w:rsidP="006A13D9">
      <w:r>
        <w:separator/>
      </w:r>
    </w:p>
  </w:endnote>
  <w:endnote w:type="continuationSeparator" w:id="0">
    <w:p w14:paraId="47F02E06" w14:textId="77777777" w:rsidR="00BE651C" w:rsidRDefault="00BE651C" w:rsidP="006A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4A486" w14:textId="77777777" w:rsidR="00BE651C" w:rsidRDefault="00BE651C" w:rsidP="006A13D9">
      <w:r>
        <w:separator/>
      </w:r>
    </w:p>
  </w:footnote>
  <w:footnote w:type="continuationSeparator" w:id="0">
    <w:p w14:paraId="186E0456" w14:textId="77777777" w:rsidR="00BE651C" w:rsidRDefault="00BE651C" w:rsidP="006A1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92C250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C10555"/>
    <w:multiLevelType w:val="hybridMultilevel"/>
    <w:tmpl w:val="5A90D4BA"/>
    <w:lvl w:ilvl="0" w:tplc="8BB048FC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 w15:restartNumberingAfterBreak="0">
    <w:nsid w:val="11FA67EB"/>
    <w:multiLevelType w:val="hybridMultilevel"/>
    <w:tmpl w:val="A39E7528"/>
    <w:lvl w:ilvl="0" w:tplc="341696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590B2C"/>
    <w:multiLevelType w:val="hybridMultilevel"/>
    <w:tmpl w:val="7C9CCED2"/>
    <w:lvl w:ilvl="0" w:tplc="5A62B2F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20D719C6"/>
    <w:multiLevelType w:val="hybridMultilevel"/>
    <w:tmpl w:val="5A2E3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175DC"/>
    <w:multiLevelType w:val="hybridMultilevel"/>
    <w:tmpl w:val="B922DF84"/>
    <w:lvl w:ilvl="0" w:tplc="8BB048FC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 w15:restartNumberingAfterBreak="0">
    <w:nsid w:val="234543D3"/>
    <w:multiLevelType w:val="hybridMultilevel"/>
    <w:tmpl w:val="65668C78"/>
    <w:lvl w:ilvl="0" w:tplc="8BB048FC">
      <w:start w:val="1"/>
      <w:numFmt w:val="bullet"/>
      <w:lvlText w:val="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4C5E0862"/>
    <w:multiLevelType w:val="multilevel"/>
    <w:tmpl w:val="0F20A33C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F12D45"/>
    <w:multiLevelType w:val="hybridMultilevel"/>
    <w:tmpl w:val="DA4059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87823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3C3AEC"/>
    <w:multiLevelType w:val="hybridMultilevel"/>
    <w:tmpl w:val="7C9CCED2"/>
    <w:lvl w:ilvl="0" w:tplc="5A62B2F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1" w15:restartNumberingAfterBreak="0">
    <w:nsid w:val="6D6C15E8"/>
    <w:multiLevelType w:val="hybridMultilevel"/>
    <w:tmpl w:val="F8660D06"/>
    <w:lvl w:ilvl="0" w:tplc="9E5CD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973BE1"/>
    <w:multiLevelType w:val="hybridMultilevel"/>
    <w:tmpl w:val="6FC8D9FA"/>
    <w:lvl w:ilvl="0" w:tplc="3FE46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4D351E"/>
    <w:multiLevelType w:val="hybridMultilevel"/>
    <w:tmpl w:val="844E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E1CDF"/>
    <w:multiLevelType w:val="multilevel"/>
    <w:tmpl w:val="5A8628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1399192">
    <w:abstractNumId w:val="6"/>
  </w:num>
  <w:num w:numId="2" w16cid:durableId="865409355">
    <w:abstractNumId w:val="3"/>
  </w:num>
  <w:num w:numId="3" w16cid:durableId="1353457483">
    <w:abstractNumId w:val="10"/>
  </w:num>
  <w:num w:numId="4" w16cid:durableId="1881236898">
    <w:abstractNumId w:val="8"/>
  </w:num>
  <w:num w:numId="5" w16cid:durableId="365182702">
    <w:abstractNumId w:val="12"/>
  </w:num>
  <w:num w:numId="6" w16cid:durableId="1869642138">
    <w:abstractNumId w:val="1"/>
  </w:num>
  <w:num w:numId="7" w16cid:durableId="1933968766">
    <w:abstractNumId w:val="5"/>
  </w:num>
  <w:num w:numId="8" w16cid:durableId="1568106244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 w16cid:durableId="477578869">
    <w:abstractNumId w:val="13"/>
  </w:num>
  <w:num w:numId="10" w16cid:durableId="1699505826">
    <w:abstractNumId w:val="9"/>
  </w:num>
  <w:num w:numId="11" w16cid:durableId="1203707206">
    <w:abstractNumId w:val="2"/>
  </w:num>
  <w:num w:numId="12" w16cid:durableId="1560096277">
    <w:abstractNumId w:val="11"/>
  </w:num>
  <w:num w:numId="13" w16cid:durableId="1949073143">
    <w:abstractNumId w:val="4"/>
  </w:num>
  <w:num w:numId="14" w16cid:durableId="1002127056">
    <w:abstractNumId w:val="7"/>
  </w:num>
  <w:num w:numId="15" w16cid:durableId="9644595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rawingGridVerticalSpacing w:val="5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BD2"/>
    <w:rsid w:val="00001851"/>
    <w:rsid w:val="00001D72"/>
    <w:rsid w:val="00002A9A"/>
    <w:rsid w:val="00006FD7"/>
    <w:rsid w:val="00012850"/>
    <w:rsid w:val="0001466F"/>
    <w:rsid w:val="00015BA5"/>
    <w:rsid w:val="00015D85"/>
    <w:rsid w:val="00020995"/>
    <w:rsid w:val="00027541"/>
    <w:rsid w:val="00040A3B"/>
    <w:rsid w:val="0004262F"/>
    <w:rsid w:val="00056164"/>
    <w:rsid w:val="000635D2"/>
    <w:rsid w:val="000642C0"/>
    <w:rsid w:val="000706BB"/>
    <w:rsid w:val="00072512"/>
    <w:rsid w:val="00077E17"/>
    <w:rsid w:val="000968CC"/>
    <w:rsid w:val="00096D07"/>
    <w:rsid w:val="000C44EF"/>
    <w:rsid w:val="000D6357"/>
    <w:rsid w:val="000D6892"/>
    <w:rsid w:val="000D696D"/>
    <w:rsid w:val="000E34D8"/>
    <w:rsid w:val="000E5CE7"/>
    <w:rsid w:val="000E7CDE"/>
    <w:rsid w:val="000E7EDE"/>
    <w:rsid w:val="000F6773"/>
    <w:rsid w:val="00104ED7"/>
    <w:rsid w:val="00112870"/>
    <w:rsid w:val="001135AD"/>
    <w:rsid w:val="00120059"/>
    <w:rsid w:val="0012145E"/>
    <w:rsid w:val="00122CD7"/>
    <w:rsid w:val="001231F0"/>
    <w:rsid w:val="00125023"/>
    <w:rsid w:val="00130F3A"/>
    <w:rsid w:val="001471DE"/>
    <w:rsid w:val="00150520"/>
    <w:rsid w:val="00150AE8"/>
    <w:rsid w:val="00153BF0"/>
    <w:rsid w:val="00157C7B"/>
    <w:rsid w:val="00161ADF"/>
    <w:rsid w:val="0016438E"/>
    <w:rsid w:val="00165F75"/>
    <w:rsid w:val="00171C0A"/>
    <w:rsid w:val="00172801"/>
    <w:rsid w:val="0017298D"/>
    <w:rsid w:val="001730FC"/>
    <w:rsid w:val="0017469C"/>
    <w:rsid w:val="00175BD1"/>
    <w:rsid w:val="001779A4"/>
    <w:rsid w:val="001A2689"/>
    <w:rsid w:val="001A3A39"/>
    <w:rsid w:val="001B39AD"/>
    <w:rsid w:val="001B542D"/>
    <w:rsid w:val="001B5E05"/>
    <w:rsid w:val="001B721C"/>
    <w:rsid w:val="001C6CDF"/>
    <w:rsid w:val="001D35D8"/>
    <w:rsid w:val="001D6628"/>
    <w:rsid w:val="001E1D0D"/>
    <w:rsid w:val="001E33EC"/>
    <w:rsid w:val="001E63F2"/>
    <w:rsid w:val="002061CE"/>
    <w:rsid w:val="0021132E"/>
    <w:rsid w:val="00213E56"/>
    <w:rsid w:val="002163A9"/>
    <w:rsid w:val="002224F1"/>
    <w:rsid w:val="00233CB7"/>
    <w:rsid w:val="00237BE1"/>
    <w:rsid w:val="00244E94"/>
    <w:rsid w:val="00250121"/>
    <w:rsid w:val="00256D39"/>
    <w:rsid w:val="00273849"/>
    <w:rsid w:val="00277EC1"/>
    <w:rsid w:val="00283A09"/>
    <w:rsid w:val="002841DB"/>
    <w:rsid w:val="00284538"/>
    <w:rsid w:val="00287DB2"/>
    <w:rsid w:val="002904F9"/>
    <w:rsid w:val="00295E9D"/>
    <w:rsid w:val="002A09FE"/>
    <w:rsid w:val="002A2C1B"/>
    <w:rsid w:val="002A5988"/>
    <w:rsid w:val="002B075E"/>
    <w:rsid w:val="002C2605"/>
    <w:rsid w:val="002C4683"/>
    <w:rsid w:val="002C4931"/>
    <w:rsid w:val="002C5CA3"/>
    <w:rsid w:val="002C74D3"/>
    <w:rsid w:val="002C7A10"/>
    <w:rsid w:val="002D53CC"/>
    <w:rsid w:val="002E5D75"/>
    <w:rsid w:val="002F0737"/>
    <w:rsid w:val="002F24AC"/>
    <w:rsid w:val="002F3E5C"/>
    <w:rsid w:val="002F4AA2"/>
    <w:rsid w:val="002F5A8C"/>
    <w:rsid w:val="00313C6E"/>
    <w:rsid w:val="00315595"/>
    <w:rsid w:val="00315E1A"/>
    <w:rsid w:val="00316269"/>
    <w:rsid w:val="00317EC2"/>
    <w:rsid w:val="00323308"/>
    <w:rsid w:val="00326C1E"/>
    <w:rsid w:val="003273A4"/>
    <w:rsid w:val="003306D4"/>
    <w:rsid w:val="00331B4E"/>
    <w:rsid w:val="00346AFD"/>
    <w:rsid w:val="0035638F"/>
    <w:rsid w:val="0035731C"/>
    <w:rsid w:val="003679E4"/>
    <w:rsid w:val="00367C1E"/>
    <w:rsid w:val="0037341E"/>
    <w:rsid w:val="0037529D"/>
    <w:rsid w:val="003839C9"/>
    <w:rsid w:val="003872FE"/>
    <w:rsid w:val="0039271B"/>
    <w:rsid w:val="00392864"/>
    <w:rsid w:val="00394BA5"/>
    <w:rsid w:val="00395C84"/>
    <w:rsid w:val="00395FA9"/>
    <w:rsid w:val="00396D61"/>
    <w:rsid w:val="003B3B8F"/>
    <w:rsid w:val="003B60EB"/>
    <w:rsid w:val="003C2B6E"/>
    <w:rsid w:val="003C6DDF"/>
    <w:rsid w:val="003C79E0"/>
    <w:rsid w:val="003D335A"/>
    <w:rsid w:val="003D69D3"/>
    <w:rsid w:val="003D7A47"/>
    <w:rsid w:val="003E0906"/>
    <w:rsid w:val="003E1E17"/>
    <w:rsid w:val="003E40DC"/>
    <w:rsid w:val="003E4898"/>
    <w:rsid w:val="003F1E0D"/>
    <w:rsid w:val="003F4AC8"/>
    <w:rsid w:val="00400762"/>
    <w:rsid w:val="00407BDA"/>
    <w:rsid w:val="00412962"/>
    <w:rsid w:val="00412DC2"/>
    <w:rsid w:val="00417744"/>
    <w:rsid w:val="00421BD2"/>
    <w:rsid w:val="00422874"/>
    <w:rsid w:val="00432A98"/>
    <w:rsid w:val="00433EBE"/>
    <w:rsid w:val="00443CAF"/>
    <w:rsid w:val="00443CBF"/>
    <w:rsid w:val="0045106D"/>
    <w:rsid w:val="00455473"/>
    <w:rsid w:val="004560DE"/>
    <w:rsid w:val="00457202"/>
    <w:rsid w:val="00471193"/>
    <w:rsid w:val="004734A6"/>
    <w:rsid w:val="004823B7"/>
    <w:rsid w:val="00485E91"/>
    <w:rsid w:val="00486A88"/>
    <w:rsid w:val="004937A0"/>
    <w:rsid w:val="004966D3"/>
    <w:rsid w:val="004A1C24"/>
    <w:rsid w:val="004A264C"/>
    <w:rsid w:val="004A2CB3"/>
    <w:rsid w:val="004A3007"/>
    <w:rsid w:val="004A4827"/>
    <w:rsid w:val="004A4B41"/>
    <w:rsid w:val="004B2163"/>
    <w:rsid w:val="004D05E0"/>
    <w:rsid w:val="004D0CB8"/>
    <w:rsid w:val="004D1DAA"/>
    <w:rsid w:val="004D319B"/>
    <w:rsid w:val="004E1D84"/>
    <w:rsid w:val="004E410B"/>
    <w:rsid w:val="004E669E"/>
    <w:rsid w:val="004E792B"/>
    <w:rsid w:val="004E7C8A"/>
    <w:rsid w:val="004F1750"/>
    <w:rsid w:val="004F22A2"/>
    <w:rsid w:val="004F2A60"/>
    <w:rsid w:val="004F3C13"/>
    <w:rsid w:val="00501E74"/>
    <w:rsid w:val="00503490"/>
    <w:rsid w:val="005042F2"/>
    <w:rsid w:val="00511BAC"/>
    <w:rsid w:val="0051548B"/>
    <w:rsid w:val="00516056"/>
    <w:rsid w:val="00516CB8"/>
    <w:rsid w:val="00517480"/>
    <w:rsid w:val="005177DA"/>
    <w:rsid w:val="00517C99"/>
    <w:rsid w:val="00520757"/>
    <w:rsid w:val="005242DB"/>
    <w:rsid w:val="00530D52"/>
    <w:rsid w:val="00547630"/>
    <w:rsid w:val="00553329"/>
    <w:rsid w:val="005571A5"/>
    <w:rsid w:val="005608AA"/>
    <w:rsid w:val="005612D4"/>
    <w:rsid w:val="0056710E"/>
    <w:rsid w:val="00573676"/>
    <w:rsid w:val="005819BF"/>
    <w:rsid w:val="00581BE9"/>
    <w:rsid w:val="00581D16"/>
    <w:rsid w:val="00583C22"/>
    <w:rsid w:val="00590F00"/>
    <w:rsid w:val="00591CAA"/>
    <w:rsid w:val="0059778D"/>
    <w:rsid w:val="005A3F37"/>
    <w:rsid w:val="005A5EE8"/>
    <w:rsid w:val="005A7BF9"/>
    <w:rsid w:val="005B3874"/>
    <w:rsid w:val="005B6B0B"/>
    <w:rsid w:val="005B6CC5"/>
    <w:rsid w:val="005C195B"/>
    <w:rsid w:val="005C457A"/>
    <w:rsid w:val="005D0715"/>
    <w:rsid w:val="005D2AF2"/>
    <w:rsid w:val="005D2BDB"/>
    <w:rsid w:val="005D324A"/>
    <w:rsid w:val="005D4AC6"/>
    <w:rsid w:val="005D4FB3"/>
    <w:rsid w:val="005D534F"/>
    <w:rsid w:val="005E2E88"/>
    <w:rsid w:val="005E5E81"/>
    <w:rsid w:val="005E63E4"/>
    <w:rsid w:val="005F0CAE"/>
    <w:rsid w:val="005F15DE"/>
    <w:rsid w:val="005F28D0"/>
    <w:rsid w:val="00605721"/>
    <w:rsid w:val="00606AC4"/>
    <w:rsid w:val="00610504"/>
    <w:rsid w:val="00617D46"/>
    <w:rsid w:val="00617F7F"/>
    <w:rsid w:val="0062092A"/>
    <w:rsid w:val="00626088"/>
    <w:rsid w:val="00630A56"/>
    <w:rsid w:val="00631F89"/>
    <w:rsid w:val="0063478C"/>
    <w:rsid w:val="00636345"/>
    <w:rsid w:val="00637B7B"/>
    <w:rsid w:val="006406F2"/>
    <w:rsid w:val="006446CD"/>
    <w:rsid w:val="006463B9"/>
    <w:rsid w:val="00647C96"/>
    <w:rsid w:val="0065163F"/>
    <w:rsid w:val="0065519C"/>
    <w:rsid w:val="00656D11"/>
    <w:rsid w:val="00657846"/>
    <w:rsid w:val="00660003"/>
    <w:rsid w:val="006604D1"/>
    <w:rsid w:val="00665C06"/>
    <w:rsid w:val="00675005"/>
    <w:rsid w:val="00676793"/>
    <w:rsid w:val="006806E0"/>
    <w:rsid w:val="006816B3"/>
    <w:rsid w:val="00681E87"/>
    <w:rsid w:val="00687A95"/>
    <w:rsid w:val="00687A99"/>
    <w:rsid w:val="00695F99"/>
    <w:rsid w:val="006A0891"/>
    <w:rsid w:val="006A0AFE"/>
    <w:rsid w:val="006A13D9"/>
    <w:rsid w:val="006A1B3F"/>
    <w:rsid w:val="006A28C3"/>
    <w:rsid w:val="006A725F"/>
    <w:rsid w:val="006B1337"/>
    <w:rsid w:val="006B2F89"/>
    <w:rsid w:val="006B310F"/>
    <w:rsid w:val="006B7381"/>
    <w:rsid w:val="006B7884"/>
    <w:rsid w:val="006C056A"/>
    <w:rsid w:val="006C1F6A"/>
    <w:rsid w:val="006C4D49"/>
    <w:rsid w:val="006D31BE"/>
    <w:rsid w:val="006D3D4C"/>
    <w:rsid w:val="006E2FC5"/>
    <w:rsid w:val="006E34C3"/>
    <w:rsid w:val="006F6EBE"/>
    <w:rsid w:val="00702DD3"/>
    <w:rsid w:val="00703AC1"/>
    <w:rsid w:val="00705B4D"/>
    <w:rsid w:val="0071021C"/>
    <w:rsid w:val="00713B78"/>
    <w:rsid w:val="00716660"/>
    <w:rsid w:val="00720A7F"/>
    <w:rsid w:val="00721FEA"/>
    <w:rsid w:val="007230B0"/>
    <w:rsid w:val="00723955"/>
    <w:rsid w:val="00727864"/>
    <w:rsid w:val="0073035D"/>
    <w:rsid w:val="00731BDF"/>
    <w:rsid w:val="00740697"/>
    <w:rsid w:val="0074106E"/>
    <w:rsid w:val="007420D3"/>
    <w:rsid w:val="007434D7"/>
    <w:rsid w:val="00745934"/>
    <w:rsid w:val="007474C0"/>
    <w:rsid w:val="007502AE"/>
    <w:rsid w:val="00752650"/>
    <w:rsid w:val="00757474"/>
    <w:rsid w:val="007613C7"/>
    <w:rsid w:val="00774153"/>
    <w:rsid w:val="007906AC"/>
    <w:rsid w:val="00790BDC"/>
    <w:rsid w:val="00795134"/>
    <w:rsid w:val="007A1726"/>
    <w:rsid w:val="007B00F8"/>
    <w:rsid w:val="007B5572"/>
    <w:rsid w:val="007B6660"/>
    <w:rsid w:val="007C10E4"/>
    <w:rsid w:val="007C67A2"/>
    <w:rsid w:val="007D14E0"/>
    <w:rsid w:val="007D2C85"/>
    <w:rsid w:val="007D2F17"/>
    <w:rsid w:val="007D3E10"/>
    <w:rsid w:val="007D4359"/>
    <w:rsid w:val="007E28AA"/>
    <w:rsid w:val="007E35D3"/>
    <w:rsid w:val="007E501D"/>
    <w:rsid w:val="007F0980"/>
    <w:rsid w:val="007F5745"/>
    <w:rsid w:val="008159FE"/>
    <w:rsid w:val="00816314"/>
    <w:rsid w:val="00822626"/>
    <w:rsid w:val="008254EE"/>
    <w:rsid w:val="00836280"/>
    <w:rsid w:val="008436F9"/>
    <w:rsid w:val="008441FB"/>
    <w:rsid w:val="008477D0"/>
    <w:rsid w:val="00847C0E"/>
    <w:rsid w:val="0085064F"/>
    <w:rsid w:val="0085095E"/>
    <w:rsid w:val="008518EC"/>
    <w:rsid w:val="00854A4E"/>
    <w:rsid w:val="00856187"/>
    <w:rsid w:val="00860ADC"/>
    <w:rsid w:val="00872F22"/>
    <w:rsid w:val="00882F72"/>
    <w:rsid w:val="00884FD7"/>
    <w:rsid w:val="00886FC0"/>
    <w:rsid w:val="008907E9"/>
    <w:rsid w:val="00892D75"/>
    <w:rsid w:val="00895EF9"/>
    <w:rsid w:val="008963D0"/>
    <w:rsid w:val="008A067F"/>
    <w:rsid w:val="008A1C98"/>
    <w:rsid w:val="008A1D31"/>
    <w:rsid w:val="008A4E7A"/>
    <w:rsid w:val="008B19D9"/>
    <w:rsid w:val="008B2029"/>
    <w:rsid w:val="008B2DBF"/>
    <w:rsid w:val="008C1B3D"/>
    <w:rsid w:val="008D101A"/>
    <w:rsid w:val="008D3837"/>
    <w:rsid w:val="008E0E84"/>
    <w:rsid w:val="008E75EE"/>
    <w:rsid w:val="008F2A40"/>
    <w:rsid w:val="00912F88"/>
    <w:rsid w:val="009150A0"/>
    <w:rsid w:val="0091586B"/>
    <w:rsid w:val="00920739"/>
    <w:rsid w:val="00920ECA"/>
    <w:rsid w:val="00925EC7"/>
    <w:rsid w:val="009318C2"/>
    <w:rsid w:val="00941341"/>
    <w:rsid w:val="00944B92"/>
    <w:rsid w:val="00946172"/>
    <w:rsid w:val="00954339"/>
    <w:rsid w:val="0095742A"/>
    <w:rsid w:val="009655E4"/>
    <w:rsid w:val="00974579"/>
    <w:rsid w:val="009754A9"/>
    <w:rsid w:val="00981EE2"/>
    <w:rsid w:val="009A0671"/>
    <w:rsid w:val="009A2599"/>
    <w:rsid w:val="009A3978"/>
    <w:rsid w:val="009A5090"/>
    <w:rsid w:val="009B03EC"/>
    <w:rsid w:val="009B3534"/>
    <w:rsid w:val="009B63BF"/>
    <w:rsid w:val="009C238D"/>
    <w:rsid w:val="009C5792"/>
    <w:rsid w:val="009C6875"/>
    <w:rsid w:val="009C6BAB"/>
    <w:rsid w:val="009D17D5"/>
    <w:rsid w:val="009D2592"/>
    <w:rsid w:val="009D2F89"/>
    <w:rsid w:val="009D523F"/>
    <w:rsid w:val="009D74DA"/>
    <w:rsid w:val="009D7B2E"/>
    <w:rsid w:val="009D7BDB"/>
    <w:rsid w:val="009E0009"/>
    <w:rsid w:val="009E5E21"/>
    <w:rsid w:val="009E6ABD"/>
    <w:rsid w:val="009F31FA"/>
    <w:rsid w:val="009F35EE"/>
    <w:rsid w:val="009F382D"/>
    <w:rsid w:val="009F6424"/>
    <w:rsid w:val="00A005BC"/>
    <w:rsid w:val="00A032D3"/>
    <w:rsid w:val="00A10F3E"/>
    <w:rsid w:val="00A1196B"/>
    <w:rsid w:val="00A14FE9"/>
    <w:rsid w:val="00A1629A"/>
    <w:rsid w:val="00A20861"/>
    <w:rsid w:val="00A35D9C"/>
    <w:rsid w:val="00A40040"/>
    <w:rsid w:val="00A43406"/>
    <w:rsid w:val="00A474DD"/>
    <w:rsid w:val="00A62735"/>
    <w:rsid w:val="00A63E23"/>
    <w:rsid w:val="00A65CA7"/>
    <w:rsid w:val="00A72B82"/>
    <w:rsid w:val="00A74400"/>
    <w:rsid w:val="00A77DF4"/>
    <w:rsid w:val="00A810EC"/>
    <w:rsid w:val="00A81571"/>
    <w:rsid w:val="00A850AA"/>
    <w:rsid w:val="00A85589"/>
    <w:rsid w:val="00A9072C"/>
    <w:rsid w:val="00AA0BA0"/>
    <w:rsid w:val="00AA1E74"/>
    <w:rsid w:val="00AA2215"/>
    <w:rsid w:val="00AA2D6B"/>
    <w:rsid w:val="00AB00E5"/>
    <w:rsid w:val="00AB5213"/>
    <w:rsid w:val="00AB5A26"/>
    <w:rsid w:val="00AB7C9E"/>
    <w:rsid w:val="00AB7DBC"/>
    <w:rsid w:val="00AC0A21"/>
    <w:rsid w:val="00AC1B7C"/>
    <w:rsid w:val="00AC3E69"/>
    <w:rsid w:val="00AC5961"/>
    <w:rsid w:val="00AD011A"/>
    <w:rsid w:val="00AD3C56"/>
    <w:rsid w:val="00AE0A25"/>
    <w:rsid w:val="00AE79B9"/>
    <w:rsid w:val="00AF126C"/>
    <w:rsid w:val="00AF1373"/>
    <w:rsid w:val="00AF188E"/>
    <w:rsid w:val="00AF3150"/>
    <w:rsid w:val="00AF7F98"/>
    <w:rsid w:val="00B00BAB"/>
    <w:rsid w:val="00B04F65"/>
    <w:rsid w:val="00B05D4D"/>
    <w:rsid w:val="00B069DE"/>
    <w:rsid w:val="00B11B4A"/>
    <w:rsid w:val="00B16592"/>
    <w:rsid w:val="00B20A38"/>
    <w:rsid w:val="00B21B5D"/>
    <w:rsid w:val="00B22CEF"/>
    <w:rsid w:val="00B27175"/>
    <w:rsid w:val="00B320E7"/>
    <w:rsid w:val="00B35B19"/>
    <w:rsid w:val="00B43A34"/>
    <w:rsid w:val="00B46B65"/>
    <w:rsid w:val="00B46D84"/>
    <w:rsid w:val="00B55A4F"/>
    <w:rsid w:val="00B56895"/>
    <w:rsid w:val="00B60E1D"/>
    <w:rsid w:val="00B60E2A"/>
    <w:rsid w:val="00B70DBB"/>
    <w:rsid w:val="00B7416D"/>
    <w:rsid w:val="00B7578D"/>
    <w:rsid w:val="00B75BCB"/>
    <w:rsid w:val="00B91F5A"/>
    <w:rsid w:val="00B96718"/>
    <w:rsid w:val="00B96E79"/>
    <w:rsid w:val="00BA055A"/>
    <w:rsid w:val="00BA0941"/>
    <w:rsid w:val="00BA3E6A"/>
    <w:rsid w:val="00BA5929"/>
    <w:rsid w:val="00BA6DAA"/>
    <w:rsid w:val="00BB7FB6"/>
    <w:rsid w:val="00BC41D9"/>
    <w:rsid w:val="00BC5C0F"/>
    <w:rsid w:val="00BC62E6"/>
    <w:rsid w:val="00BC6425"/>
    <w:rsid w:val="00BD17AE"/>
    <w:rsid w:val="00BD6CBD"/>
    <w:rsid w:val="00BE5295"/>
    <w:rsid w:val="00BE651C"/>
    <w:rsid w:val="00BE73F3"/>
    <w:rsid w:val="00BF1F25"/>
    <w:rsid w:val="00BF2B6B"/>
    <w:rsid w:val="00C21F8F"/>
    <w:rsid w:val="00C25952"/>
    <w:rsid w:val="00C27423"/>
    <w:rsid w:val="00C30F18"/>
    <w:rsid w:val="00C34430"/>
    <w:rsid w:val="00C41EC5"/>
    <w:rsid w:val="00C57EB8"/>
    <w:rsid w:val="00C61461"/>
    <w:rsid w:val="00C62B2E"/>
    <w:rsid w:val="00C6566F"/>
    <w:rsid w:val="00C67594"/>
    <w:rsid w:val="00C766AC"/>
    <w:rsid w:val="00C80FE6"/>
    <w:rsid w:val="00C838DB"/>
    <w:rsid w:val="00C92655"/>
    <w:rsid w:val="00C96DA5"/>
    <w:rsid w:val="00CA0153"/>
    <w:rsid w:val="00CA14DB"/>
    <w:rsid w:val="00CA5785"/>
    <w:rsid w:val="00CA73B0"/>
    <w:rsid w:val="00CC0E0D"/>
    <w:rsid w:val="00CC2A88"/>
    <w:rsid w:val="00CD002E"/>
    <w:rsid w:val="00CD19E0"/>
    <w:rsid w:val="00CD3199"/>
    <w:rsid w:val="00CD4A87"/>
    <w:rsid w:val="00CD5600"/>
    <w:rsid w:val="00CE3729"/>
    <w:rsid w:val="00CF331C"/>
    <w:rsid w:val="00D05B24"/>
    <w:rsid w:val="00D108F1"/>
    <w:rsid w:val="00D15034"/>
    <w:rsid w:val="00D15873"/>
    <w:rsid w:val="00D21C01"/>
    <w:rsid w:val="00D23553"/>
    <w:rsid w:val="00D2449B"/>
    <w:rsid w:val="00D25DD5"/>
    <w:rsid w:val="00D3196D"/>
    <w:rsid w:val="00D34B85"/>
    <w:rsid w:val="00D37C4A"/>
    <w:rsid w:val="00D422B5"/>
    <w:rsid w:val="00D45FFB"/>
    <w:rsid w:val="00D5086F"/>
    <w:rsid w:val="00D65B96"/>
    <w:rsid w:val="00D67583"/>
    <w:rsid w:val="00D675DC"/>
    <w:rsid w:val="00D701CF"/>
    <w:rsid w:val="00D702A5"/>
    <w:rsid w:val="00D72AFF"/>
    <w:rsid w:val="00D75777"/>
    <w:rsid w:val="00D762C8"/>
    <w:rsid w:val="00D76338"/>
    <w:rsid w:val="00D86A49"/>
    <w:rsid w:val="00DA17CA"/>
    <w:rsid w:val="00DA24AC"/>
    <w:rsid w:val="00DC279A"/>
    <w:rsid w:val="00DC44ED"/>
    <w:rsid w:val="00DC7473"/>
    <w:rsid w:val="00DC7891"/>
    <w:rsid w:val="00DD0082"/>
    <w:rsid w:val="00DD4870"/>
    <w:rsid w:val="00DD4953"/>
    <w:rsid w:val="00DE00C2"/>
    <w:rsid w:val="00DE3147"/>
    <w:rsid w:val="00DE7A96"/>
    <w:rsid w:val="00DE7F95"/>
    <w:rsid w:val="00E02A9D"/>
    <w:rsid w:val="00E06F6C"/>
    <w:rsid w:val="00E15C90"/>
    <w:rsid w:val="00E17DEA"/>
    <w:rsid w:val="00E22C65"/>
    <w:rsid w:val="00E24CA8"/>
    <w:rsid w:val="00E46FCD"/>
    <w:rsid w:val="00E477DE"/>
    <w:rsid w:val="00E47EC8"/>
    <w:rsid w:val="00E516B9"/>
    <w:rsid w:val="00E51828"/>
    <w:rsid w:val="00E52211"/>
    <w:rsid w:val="00E53BDC"/>
    <w:rsid w:val="00E5429D"/>
    <w:rsid w:val="00E613F1"/>
    <w:rsid w:val="00E67090"/>
    <w:rsid w:val="00E76FF4"/>
    <w:rsid w:val="00E834FF"/>
    <w:rsid w:val="00E85634"/>
    <w:rsid w:val="00E878BB"/>
    <w:rsid w:val="00E91B2C"/>
    <w:rsid w:val="00E92284"/>
    <w:rsid w:val="00E92E6F"/>
    <w:rsid w:val="00EA609B"/>
    <w:rsid w:val="00EB0E11"/>
    <w:rsid w:val="00EB3D92"/>
    <w:rsid w:val="00EB42C7"/>
    <w:rsid w:val="00EC1B49"/>
    <w:rsid w:val="00EC76FE"/>
    <w:rsid w:val="00EC7D91"/>
    <w:rsid w:val="00ED01E1"/>
    <w:rsid w:val="00ED4094"/>
    <w:rsid w:val="00ED67F3"/>
    <w:rsid w:val="00ED6F94"/>
    <w:rsid w:val="00EE37A2"/>
    <w:rsid w:val="00EE477F"/>
    <w:rsid w:val="00EE7C96"/>
    <w:rsid w:val="00EF3649"/>
    <w:rsid w:val="00EF7E08"/>
    <w:rsid w:val="00F05A26"/>
    <w:rsid w:val="00F1534E"/>
    <w:rsid w:val="00F1727C"/>
    <w:rsid w:val="00F17BCB"/>
    <w:rsid w:val="00F21FFE"/>
    <w:rsid w:val="00F22455"/>
    <w:rsid w:val="00F2284A"/>
    <w:rsid w:val="00F23D4B"/>
    <w:rsid w:val="00F255A0"/>
    <w:rsid w:val="00F25BF3"/>
    <w:rsid w:val="00F4787D"/>
    <w:rsid w:val="00F517DD"/>
    <w:rsid w:val="00F53B61"/>
    <w:rsid w:val="00F55016"/>
    <w:rsid w:val="00F557C9"/>
    <w:rsid w:val="00F55F78"/>
    <w:rsid w:val="00F57300"/>
    <w:rsid w:val="00F574A1"/>
    <w:rsid w:val="00F579C8"/>
    <w:rsid w:val="00F66DEE"/>
    <w:rsid w:val="00F705EE"/>
    <w:rsid w:val="00F774B1"/>
    <w:rsid w:val="00F84C31"/>
    <w:rsid w:val="00F8704A"/>
    <w:rsid w:val="00F919AC"/>
    <w:rsid w:val="00FA56B7"/>
    <w:rsid w:val="00FA6833"/>
    <w:rsid w:val="00FB57DB"/>
    <w:rsid w:val="00FC2B06"/>
    <w:rsid w:val="00FC35CF"/>
    <w:rsid w:val="00FC49B1"/>
    <w:rsid w:val="00FC7911"/>
    <w:rsid w:val="00FD5A8C"/>
    <w:rsid w:val="00FD64BA"/>
    <w:rsid w:val="00FE5D2A"/>
    <w:rsid w:val="00FE71C3"/>
    <w:rsid w:val="00FF017F"/>
    <w:rsid w:val="00FF1661"/>
    <w:rsid w:val="00FF1DAD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A5E17"/>
  <w15:docId w15:val="{32FB3C42-CE15-4977-947B-83BC2DBA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0980"/>
  </w:style>
  <w:style w:type="paragraph" w:styleId="1">
    <w:name w:val="heading 1"/>
    <w:basedOn w:val="a"/>
    <w:next w:val="a"/>
    <w:qFormat/>
    <w:rsid w:val="00B05D4D"/>
    <w:pPr>
      <w:keepNext/>
      <w:jc w:val="center"/>
      <w:outlineLvl w:val="0"/>
    </w:pPr>
    <w:rPr>
      <w:b/>
      <w:spacing w:val="24"/>
      <w:sz w:val="28"/>
    </w:rPr>
  </w:style>
  <w:style w:type="paragraph" w:styleId="2">
    <w:name w:val="heading 2"/>
    <w:basedOn w:val="a"/>
    <w:next w:val="a"/>
    <w:qFormat/>
    <w:rsid w:val="00B05D4D"/>
    <w:pPr>
      <w:keepNext/>
      <w:jc w:val="center"/>
      <w:outlineLvl w:val="1"/>
    </w:pPr>
    <w:rPr>
      <w:b/>
      <w:sz w:val="23"/>
    </w:rPr>
  </w:style>
  <w:style w:type="paragraph" w:styleId="3">
    <w:name w:val="heading 3"/>
    <w:basedOn w:val="a"/>
    <w:next w:val="a"/>
    <w:link w:val="30"/>
    <w:qFormat/>
    <w:rsid w:val="00B05D4D"/>
    <w:pPr>
      <w:keepNext/>
      <w:spacing w:before="60" w:after="60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34C3"/>
    <w:rPr>
      <w:color w:val="0000FF"/>
      <w:u w:val="single"/>
    </w:rPr>
  </w:style>
  <w:style w:type="character" w:customStyle="1" w:styleId="30">
    <w:name w:val="Заголовок 3 Знак"/>
    <w:link w:val="3"/>
    <w:rsid w:val="00D67583"/>
    <w:rPr>
      <w:sz w:val="24"/>
    </w:rPr>
  </w:style>
  <w:style w:type="character" w:customStyle="1" w:styleId="FontStyle13">
    <w:name w:val="Font Style13"/>
    <w:rsid w:val="006A0AFE"/>
    <w:rPr>
      <w:rFonts w:ascii="Times New Roman" w:hAnsi="Times New Roman" w:cs="Times New Roman"/>
      <w:sz w:val="22"/>
      <w:szCs w:val="22"/>
    </w:rPr>
  </w:style>
  <w:style w:type="paragraph" w:customStyle="1" w:styleId="a4">
    <w:name w:val="Знак"/>
    <w:basedOn w:val="a"/>
    <w:rsid w:val="007B666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iceouttxt">
    <w:name w:val="iceouttxt"/>
    <w:basedOn w:val="a0"/>
    <w:rsid w:val="007B6660"/>
  </w:style>
  <w:style w:type="paragraph" w:customStyle="1" w:styleId="ConsPlusNormal">
    <w:name w:val="ConsPlusNormal"/>
    <w:rsid w:val="007B66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581BE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05A26"/>
    <w:pPr>
      <w:widowControl w:val="0"/>
      <w:autoSpaceDE w:val="0"/>
      <w:autoSpaceDN w:val="0"/>
      <w:adjustRightInd w:val="0"/>
      <w:spacing w:line="421" w:lineRule="exact"/>
      <w:ind w:firstLine="701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F05A26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407BDA"/>
    <w:pPr>
      <w:jc w:val="center"/>
    </w:pPr>
    <w:rPr>
      <w:sz w:val="28"/>
    </w:rPr>
  </w:style>
  <w:style w:type="character" w:customStyle="1" w:styleId="32">
    <w:name w:val="Основной текст 3 Знак"/>
    <w:link w:val="31"/>
    <w:rsid w:val="00407BDA"/>
    <w:rPr>
      <w:sz w:val="28"/>
    </w:rPr>
  </w:style>
  <w:style w:type="paragraph" w:customStyle="1" w:styleId="Style5">
    <w:name w:val="Style5"/>
    <w:basedOn w:val="a"/>
    <w:rsid w:val="00407BDA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ourier New" w:hAnsi="Courier New"/>
      <w:sz w:val="24"/>
      <w:szCs w:val="24"/>
    </w:rPr>
  </w:style>
  <w:style w:type="paragraph" w:styleId="20">
    <w:name w:val="Body Text 2"/>
    <w:basedOn w:val="a"/>
    <w:link w:val="21"/>
    <w:rsid w:val="00B7578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B7578D"/>
  </w:style>
  <w:style w:type="paragraph" w:customStyle="1" w:styleId="Style7">
    <w:name w:val="Style7"/>
    <w:basedOn w:val="a"/>
    <w:rsid w:val="000D696D"/>
    <w:pPr>
      <w:widowControl w:val="0"/>
      <w:autoSpaceDE w:val="0"/>
      <w:autoSpaceDN w:val="0"/>
      <w:adjustRightInd w:val="0"/>
      <w:spacing w:line="322" w:lineRule="exact"/>
      <w:ind w:firstLine="1128"/>
      <w:jc w:val="both"/>
    </w:pPr>
    <w:rPr>
      <w:sz w:val="24"/>
      <w:szCs w:val="24"/>
    </w:rPr>
  </w:style>
  <w:style w:type="character" w:customStyle="1" w:styleId="FontStyle16">
    <w:name w:val="Font Style16"/>
    <w:rsid w:val="000D696D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0D696D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D69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5A5EE8"/>
    <w:pPr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 Знак Знак Знак Знак Знак Знак Знак Знак Знак Знак Знак"/>
    <w:basedOn w:val="a"/>
    <w:uiPriority w:val="99"/>
    <w:rsid w:val="00B43A3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Style1">
    <w:name w:val="Style1"/>
    <w:basedOn w:val="a"/>
    <w:uiPriority w:val="99"/>
    <w:rsid w:val="009D523F"/>
    <w:pPr>
      <w:widowControl w:val="0"/>
      <w:autoSpaceDE w:val="0"/>
      <w:autoSpaceDN w:val="0"/>
      <w:adjustRightInd w:val="0"/>
      <w:spacing w:line="320" w:lineRule="exact"/>
      <w:ind w:firstLine="562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9D523F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rsid w:val="006A13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A13D9"/>
  </w:style>
  <w:style w:type="paragraph" w:styleId="aa">
    <w:name w:val="footer"/>
    <w:basedOn w:val="a"/>
    <w:link w:val="ab"/>
    <w:uiPriority w:val="99"/>
    <w:rsid w:val="006A13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3D9"/>
  </w:style>
  <w:style w:type="paragraph" w:styleId="ac">
    <w:name w:val="Balloon Text"/>
    <w:basedOn w:val="a"/>
    <w:link w:val="ad"/>
    <w:rsid w:val="00157C7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57C7B"/>
    <w:rPr>
      <w:rFonts w:ascii="Tahoma" w:hAnsi="Tahoma" w:cs="Tahoma"/>
      <w:sz w:val="16"/>
      <w:szCs w:val="16"/>
    </w:rPr>
  </w:style>
  <w:style w:type="character" w:customStyle="1" w:styleId="blk">
    <w:name w:val="blk"/>
    <w:rsid w:val="004E1D84"/>
  </w:style>
  <w:style w:type="table" w:styleId="ae">
    <w:name w:val="Table Grid"/>
    <w:basedOn w:val="a1"/>
    <w:uiPriority w:val="59"/>
    <w:rsid w:val="00ED6F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rsid w:val="00E85634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85634"/>
    <w:pPr>
      <w:widowControl w:val="0"/>
      <w:shd w:val="clear" w:color="auto" w:fill="FFFFFF"/>
      <w:spacing w:after="4380" w:line="317" w:lineRule="exact"/>
      <w:jc w:val="center"/>
    </w:pPr>
    <w:rPr>
      <w:b/>
      <w:bCs/>
      <w:sz w:val="28"/>
      <w:szCs w:val="28"/>
    </w:rPr>
  </w:style>
  <w:style w:type="character" w:customStyle="1" w:styleId="22">
    <w:name w:val="Основной текст (2)_"/>
    <w:basedOn w:val="a0"/>
    <w:link w:val="23"/>
    <w:rsid w:val="00D5086F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5086F"/>
    <w:pPr>
      <w:widowControl w:val="0"/>
      <w:shd w:val="clear" w:color="auto" w:fill="FFFFFF"/>
      <w:spacing w:before="1080" w:line="324" w:lineRule="exact"/>
      <w:jc w:val="center"/>
    </w:pPr>
    <w:rPr>
      <w:sz w:val="28"/>
      <w:szCs w:val="28"/>
    </w:rPr>
  </w:style>
  <w:style w:type="character" w:customStyle="1" w:styleId="24">
    <w:name w:val="Основной текст (2) + Полужирный"/>
    <w:basedOn w:val="22"/>
    <w:rsid w:val="00D5086F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5">
    <w:name w:val="Заголовок №2_"/>
    <w:basedOn w:val="a0"/>
    <w:link w:val="26"/>
    <w:rsid w:val="006D31BE"/>
    <w:rPr>
      <w:b/>
      <w:bCs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6D31BE"/>
    <w:pPr>
      <w:widowControl w:val="0"/>
      <w:shd w:val="clear" w:color="auto" w:fill="FFFFFF"/>
      <w:spacing w:line="320" w:lineRule="exact"/>
      <w:ind w:firstLine="620"/>
      <w:jc w:val="both"/>
      <w:outlineLvl w:val="1"/>
    </w:pPr>
    <w:rPr>
      <w:b/>
      <w:bCs/>
      <w:sz w:val="28"/>
      <w:szCs w:val="28"/>
    </w:rPr>
  </w:style>
  <w:style w:type="character" w:customStyle="1" w:styleId="27">
    <w:name w:val="Заголовок №2 + Не полужирный"/>
    <w:basedOn w:val="25"/>
    <w:rsid w:val="006D31BE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041;&#1083;&#1072;&#1085;&#1082;&#1080;\&#1073;&#1083;&#1072;&#1085;&#1082;%20&#1091;&#1087;&#1088;%20&#1076;&#1077;&#1083;&#1086;&#1087;&#1088;&#1086;&#1080;&#1079;&#1074;&#1086;&#1076;&#1089;&#1090;&#1074;&#1072;%20&#1080;%20&#1072;&#1088;&#1093;&#108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AF536-0D81-44FC-913F-A4E3A267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упр делопроизводства и архива</Template>
  <TotalTime>431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Медведская</dc:creator>
  <cp:lastModifiedBy>admin</cp:lastModifiedBy>
  <cp:revision>72</cp:revision>
  <cp:lastPrinted>2022-07-18T07:55:00Z</cp:lastPrinted>
  <dcterms:created xsi:type="dcterms:W3CDTF">2020-04-23T05:04:00Z</dcterms:created>
  <dcterms:modified xsi:type="dcterms:W3CDTF">2025-01-13T07:13:00Z</dcterms:modified>
</cp:coreProperties>
</file>